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B12A" w14:textId="3A5AA781" w:rsidR="00325376" w:rsidRPr="0073040A" w:rsidRDefault="00325376" w:rsidP="00DE3CD7">
      <w:pPr>
        <w:jc w:val="center"/>
        <w:rPr>
          <w:rFonts w:ascii="Calibri" w:hAnsi="Calibri" w:cs="Calibri"/>
          <w:b/>
          <w:i/>
          <w:sz w:val="22"/>
          <w:szCs w:val="22"/>
        </w:rPr>
      </w:pPr>
      <w:bookmarkStart w:id="0" w:name="_GoBack"/>
      <w:bookmarkEnd w:id="0"/>
    </w:p>
    <w:p w14:paraId="3765255C" w14:textId="12F543AC" w:rsidR="00076AB8" w:rsidRPr="0073040A" w:rsidRDefault="00EC6ED9" w:rsidP="00076AB8">
      <w:pPr>
        <w:pStyle w:val="Akapitzlist"/>
        <w:spacing w:before="120"/>
        <w:ind w:left="567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Zobowiązanie</w:t>
      </w:r>
      <w:r w:rsidRPr="0073040A">
        <w:rPr>
          <w:rFonts w:ascii="Calibri" w:hAnsi="Calibri" w:cs="Calibri"/>
          <w:b/>
          <w:sz w:val="22"/>
          <w:szCs w:val="22"/>
        </w:rPr>
        <w:t xml:space="preserve">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sz w:val="22"/>
          <w:szCs w:val="22"/>
        </w:rPr>
        <w:t xml:space="preserve">do </w:t>
      </w:r>
      <w:r w:rsidR="005E052F">
        <w:rPr>
          <w:rFonts w:ascii="Calibri" w:hAnsi="Calibri" w:cs="Calibri"/>
          <w:b/>
          <w:sz w:val="22"/>
          <w:szCs w:val="22"/>
        </w:rPr>
        <w:t>udziel</w:t>
      </w:r>
      <w:r>
        <w:rPr>
          <w:rFonts w:ascii="Calibri" w:hAnsi="Calibri" w:cs="Calibri"/>
          <w:b/>
          <w:sz w:val="22"/>
          <w:szCs w:val="22"/>
        </w:rPr>
        <w:t xml:space="preserve">ania </w:t>
      </w:r>
      <w:r w:rsidR="005E052F">
        <w:rPr>
          <w:rFonts w:ascii="Calibri" w:hAnsi="Calibri" w:cs="Calibri"/>
          <w:b/>
          <w:sz w:val="22"/>
          <w:szCs w:val="22"/>
        </w:rPr>
        <w:t xml:space="preserve">wyjaśnień, informacji oraz </w:t>
      </w:r>
      <w:r>
        <w:rPr>
          <w:rFonts w:ascii="Calibri" w:hAnsi="Calibri" w:cs="Calibri"/>
          <w:b/>
          <w:sz w:val="22"/>
          <w:szCs w:val="22"/>
        </w:rPr>
        <w:t>przekazywania</w:t>
      </w:r>
      <w:r w:rsidR="005E052F">
        <w:rPr>
          <w:rFonts w:ascii="Calibri" w:hAnsi="Calibri" w:cs="Calibri"/>
          <w:b/>
          <w:sz w:val="22"/>
          <w:szCs w:val="22"/>
        </w:rPr>
        <w:t xml:space="preserve"> </w:t>
      </w:r>
      <w:r w:rsidR="005A243C">
        <w:rPr>
          <w:rFonts w:ascii="Calibri" w:hAnsi="Calibri" w:cs="Calibri"/>
          <w:b/>
          <w:sz w:val="22"/>
          <w:szCs w:val="22"/>
        </w:rPr>
        <w:t xml:space="preserve">dokumentów źródłowych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 związku </w:t>
      </w:r>
      <w:r w:rsidR="005A243C">
        <w:rPr>
          <w:rFonts w:ascii="Calibri" w:hAnsi="Calibri" w:cs="Calibri"/>
          <w:b/>
          <w:sz w:val="22"/>
          <w:szCs w:val="22"/>
        </w:rPr>
        <w:t xml:space="preserve">z realizacją przedmiotu </w:t>
      </w:r>
      <w:r w:rsidR="005E052F">
        <w:rPr>
          <w:rFonts w:ascii="Calibri" w:hAnsi="Calibri" w:cs="Calibri"/>
          <w:b/>
          <w:sz w:val="22"/>
          <w:szCs w:val="22"/>
        </w:rPr>
        <w:t>U</w:t>
      </w:r>
      <w:r w:rsidR="005A243C">
        <w:rPr>
          <w:rFonts w:ascii="Calibri" w:hAnsi="Calibri" w:cs="Calibri"/>
          <w:b/>
          <w:sz w:val="22"/>
          <w:szCs w:val="22"/>
        </w:rPr>
        <w:t>mowy</w:t>
      </w:r>
    </w:p>
    <w:p w14:paraId="3E56FCA9" w14:textId="77777777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E81A0EB" w14:textId="1BBDF59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Wykonawcy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</w:p>
    <w:p w14:paraId="5E074909" w14:textId="331DFB4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Nr umowy/postępowania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5889CD2A" w14:textId="5EC89E1F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zadania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2D63A075" w14:textId="260FBFDD" w:rsidR="00E06DAD" w:rsidRPr="0073040A" w:rsidRDefault="00E06DAD" w:rsidP="00F665CA">
      <w:pPr>
        <w:pStyle w:val="Akapitzlist"/>
        <w:numPr>
          <w:ilvl w:val="0"/>
          <w:numId w:val="7"/>
        </w:numPr>
        <w:spacing w:before="120"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 xml:space="preserve">W związku z zawartą </w:t>
      </w:r>
      <w:r w:rsidR="003706A6">
        <w:rPr>
          <w:rFonts w:ascii="Calibri" w:hAnsi="Calibri" w:cs="Calibri"/>
          <w:sz w:val="22"/>
          <w:szCs w:val="22"/>
        </w:rPr>
        <w:t>u</w:t>
      </w:r>
      <w:r w:rsidR="003706A6" w:rsidRPr="0073040A">
        <w:rPr>
          <w:rFonts w:ascii="Calibri" w:hAnsi="Calibri" w:cs="Calibri"/>
          <w:sz w:val="22"/>
          <w:szCs w:val="22"/>
        </w:rPr>
        <w:t xml:space="preserve">mową </w:t>
      </w:r>
      <w:r w:rsidR="003706A6">
        <w:rPr>
          <w:rFonts w:ascii="Calibri" w:hAnsi="Calibri" w:cs="Calibri"/>
          <w:sz w:val="22"/>
          <w:szCs w:val="22"/>
        </w:rPr>
        <w:t>-</w:t>
      </w:r>
      <w:r w:rsidRPr="0073040A">
        <w:rPr>
          <w:rFonts w:ascii="Calibri" w:hAnsi="Calibri" w:cs="Calibri"/>
          <w:sz w:val="22"/>
          <w:szCs w:val="22"/>
        </w:rPr>
        <w:t xml:space="preserve"> </w:t>
      </w:r>
      <w:r w:rsidR="003706A6" w:rsidRPr="0073040A">
        <w:rPr>
          <w:rFonts w:ascii="Calibri" w:hAnsi="Calibri" w:cs="Calibri"/>
          <w:sz w:val="22"/>
          <w:szCs w:val="22"/>
        </w:rPr>
        <w:t>niniejszym</w:t>
      </w:r>
      <w:r w:rsidR="003706A6">
        <w:rPr>
          <w:rFonts w:ascii="Calibri" w:hAnsi="Calibri" w:cs="Calibri"/>
          <w:sz w:val="22"/>
          <w:szCs w:val="22"/>
        </w:rPr>
        <w:t xml:space="preserve"> Wykonawca </w:t>
      </w:r>
      <w:r w:rsidR="00EC6ED9">
        <w:rPr>
          <w:rFonts w:ascii="Calibri" w:hAnsi="Calibri" w:cs="Calibri"/>
          <w:sz w:val="22"/>
          <w:szCs w:val="22"/>
        </w:rPr>
        <w:t xml:space="preserve">zobowiązuje się, na każde pisemne żądanie Zamawiającego, </w:t>
      </w:r>
      <w:r w:rsidR="00F75925">
        <w:rPr>
          <w:rFonts w:ascii="Calibri" w:hAnsi="Calibri" w:cs="Calibri"/>
          <w:sz w:val="22"/>
          <w:szCs w:val="22"/>
        </w:rPr>
        <w:t xml:space="preserve">w terminie wskazanym w tym żądaniu, </w:t>
      </w:r>
      <w:r w:rsidR="00EC6ED9">
        <w:rPr>
          <w:rFonts w:ascii="Calibri" w:hAnsi="Calibri" w:cs="Calibri"/>
          <w:sz w:val="22"/>
          <w:szCs w:val="22"/>
        </w:rPr>
        <w:t xml:space="preserve">do </w:t>
      </w:r>
      <w:r w:rsidR="00A442A5">
        <w:rPr>
          <w:rFonts w:ascii="Calibri" w:hAnsi="Calibri" w:cs="Calibri"/>
          <w:sz w:val="22"/>
          <w:szCs w:val="22"/>
        </w:rPr>
        <w:t>udostępnieni</w:t>
      </w:r>
      <w:r w:rsidR="00EC6ED9">
        <w:rPr>
          <w:rFonts w:ascii="Calibri" w:hAnsi="Calibri" w:cs="Calibri"/>
          <w:sz w:val="22"/>
          <w:szCs w:val="22"/>
        </w:rPr>
        <w:t>a</w:t>
      </w:r>
      <w:r w:rsidR="00A442A5">
        <w:rPr>
          <w:rFonts w:ascii="Calibri" w:hAnsi="Calibri" w:cs="Calibri"/>
          <w:sz w:val="22"/>
          <w:szCs w:val="22"/>
        </w:rPr>
        <w:t xml:space="preserve">, </w:t>
      </w:r>
      <w:r w:rsidRPr="0073040A">
        <w:rPr>
          <w:rFonts w:ascii="Calibri" w:hAnsi="Calibri" w:cs="Calibri"/>
          <w:sz w:val="22"/>
          <w:szCs w:val="22"/>
        </w:rPr>
        <w:t>ujawnieni</w:t>
      </w:r>
      <w:r w:rsidR="00EC6ED9">
        <w:rPr>
          <w:rFonts w:ascii="Calibri" w:hAnsi="Calibri" w:cs="Calibri"/>
          <w:sz w:val="22"/>
          <w:szCs w:val="22"/>
        </w:rPr>
        <w:t>a</w:t>
      </w:r>
      <w:r w:rsidRPr="0073040A">
        <w:rPr>
          <w:rFonts w:ascii="Calibri" w:hAnsi="Calibri" w:cs="Calibri"/>
          <w:sz w:val="22"/>
          <w:szCs w:val="22"/>
        </w:rPr>
        <w:t xml:space="preserve"> i</w:t>
      </w:r>
      <w:r w:rsidRPr="0073040A">
        <w:rPr>
          <w:rFonts w:ascii="Calibri" w:hAnsi="Calibri" w:cs="Calibri"/>
          <w:bCs/>
          <w:sz w:val="22"/>
          <w:szCs w:val="22"/>
        </w:rPr>
        <w:t xml:space="preserve"> przekazywani</w:t>
      </w:r>
      <w:r w:rsidR="00EC6ED9">
        <w:rPr>
          <w:rFonts w:ascii="Calibri" w:hAnsi="Calibri" w:cs="Calibri"/>
          <w:bCs/>
          <w:sz w:val="22"/>
          <w:szCs w:val="22"/>
        </w:rPr>
        <w:t>a</w:t>
      </w:r>
      <w:r w:rsidRPr="0073040A">
        <w:rPr>
          <w:rFonts w:ascii="Calibri" w:hAnsi="Calibri" w:cs="Calibri"/>
          <w:bCs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wyjaśnień, informacji oraz dokumentów źródłowych związan</w:t>
      </w:r>
      <w:r w:rsidR="00EC6ED9">
        <w:rPr>
          <w:rFonts w:ascii="Calibri" w:hAnsi="Calibri" w:cs="Calibri"/>
          <w:sz w:val="22"/>
          <w:szCs w:val="22"/>
        </w:rPr>
        <w:t>ych</w:t>
      </w:r>
      <w:r w:rsidRPr="0073040A">
        <w:rPr>
          <w:rFonts w:ascii="Calibri" w:hAnsi="Calibri" w:cs="Calibri"/>
          <w:sz w:val="22"/>
          <w:szCs w:val="22"/>
        </w:rPr>
        <w:t xml:space="preserve"> z realizacją </w:t>
      </w:r>
      <w:r w:rsidR="00595425">
        <w:rPr>
          <w:rFonts w:ascii="Calibri" w:hAnsi="Calibri" w:cs="Calibri"/>
          <w:sz w:val="22"/>
          <w:szCs w:val="22"/>
        </w:rPr>
        <w:t>w/w zadania</w:t>
      </w:r>
      <w:r w:rsidR="0073040A">
        <w:rPr>
          <w:rFonts w:ascii="Calibri" w:hAnsi="Calibri" w:cs="Calibri"/>
          <w:sz w:val="22"/>
          <w:szCs w:val="22"/>
        </w:rPr>
        <w:t>, w </w:t>
      </w:r>
      <w:r w:rsidRPr="0073040A">
        <w:rPr>
          <w:rFonts w:ascii="Calibri" w:hAnsi="Calibri" w:cs="Calibri"/>
          <w:sz w:val="22"/>
          <w:szCs w:val="22"/>
        </w:rPr>
        <w:t>szczególności:</w:t>
      </w:r>
    </w:p>
    <w:p w14:paraId="568BBD20" w14:textId="6557BE62" w:rsidR="00076AB8" w:rsidRPr="0073040A" w:rsidRDefault="00076AB8" w:rsidP="00795A15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stanu wykonania </w:t>
      </w:r>
      <w:r w:rsidR="00EA5F99">
        <w:rPr>
          <w:rFonts w:ascii="Calibri" w:hAnsi="Calibri" w:cs="Calibri"/>
          <w:sz w:val="22"/>
          <w:szCs w:val="22"/>
        </w:rPr>
        <w:t>zadania inwestycyjnego</w:t>
      </w:r>
      <w:r w:rsidR="00EA5F99" w:rsidRPr="0073040A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aktualn</w:t>
      </w:r>
      <w:r w:rsidR="00F75925">
        <w:rPr>
          <w:rFonts w:ascii="Calibri" w:hAnsi="Calibri" w:cs="Calibri"/>
          <w:sz w:val="22"/>
          <w:szCs w:val="22"/>
        </w:rPr>
        <w:t>ego</w:t>
      </w:r>
      <w:r w:rsidRPr="0073040A">
        <w:rPr>
          <w:rFonts w:ascii="Calibri" w:hAnsi="Calibri" w:cs="Calibri"/>
          <w:sz w:val="22"/>
          <w:szCs w:val="22"/>
        </w:rPr>
        <w:t xml:space="preserve"> na dzień wskazany </w:t>
      </w:r>
      <w:r w:rsidR="00C90650">
        <w:rPr>
          <w:rFonts w:ascii="Calibri" w:hAnsi="Calibri" w:cs="Calibri"/>
          <w:sz w:val="22"/>
          <w:szCs w:val="22"/>
        </w:rPr>
        <w:br/>
      </w:r>
      <w:r w:rsidR="00F75925">
        <w:rPr>
          <w:rFonts w:ascii="Calibri" w:hAnsi="Calibri" w:cs="Calibri"/>
          <w:sz w:val="22"/>
          <w:szCs w:val="22"/>
        </w:rPr>
        <w:t>w</w:t>
      </w:r>
      <w:r w:rsidR="006B30B5" w:rsidRPr="0073040A">
        <w:rPr>
          <w:rFonts w:ascii="Calibri" w:hAnsi="Calibri" w:cs="Calibri"/>
          <w:sz w:val="22"/>
          <w:szCs w:val="22"/>
        </w:rPr>
        <w:t> </w:t>
      </w:r>
      <w:r w:rsidR="00EA5F99">
        <w:rPr>
          <w:rFonts w:ascii="Calibri" w:hAnsi="Calibri" w:cs="Calibri"/>
          <w:sz w:val="22"/>
          <w:szCs w:val="22"/>
        </w:rPr>
        <w:t>wezwaniu</w:t>
      </w:r>
      <w:r w:rsidR="006B30B5" w:rsidRPr="0073040A">
        <w:rPr>
          <w:rFonts w:ascii="Calibri" w:hAnsi="Calibri" w:cs="Calibri"/>
          <w:sz w:val="22"/>
          <w:szCs w:val="22"/>
        </w:rPr>
        <w:t>;</w:t>
      </w:r>
    </w:p>
    <w:p w14:paraId="49E34852" w14:textId="7515353B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istotnych zdarzeń faktycznych i prawnych mających wpływ na </w:t>
      </w:r>
      <w:r w:rsidR="00C90650">
        <w:rPr>
          <w:rFonts w:ascii="Calibri" w:hAnsi="Calibri" w:cs="Calibri"/>
          <w:sz w:val="22"/>
          <w:szCs w:val="22"/>
        </w:rPr>
        <w:t>zadanie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2F5A4782" w14:textId="5CD84A71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wartoś</w:t>
      </w:r>
      <w:r w:rsidR="00F75925">
        <w:rPr>
          <w:rFonts w:ascii="Calibri" w:hAnsi="Calibri" w:cs="Calibri"/>
          <w:sz w:val="22"/>
          <w:szCs w:val="22"/>
        </w:rPr>
        <w:t>ci</w:t>
      </w:r>
      <w:r w:rsidRPr="0073040A">
        <w:rPr>
          <w:rFonts w:ascii="Calibri" w:hAnsi="Calibri" w:cs="Calibri"/>
          <w:sz w:val="22"/>
          <w:szCs w:val="22"/>
        </w:rPr>
        <w:t xml:space="preserve"> wydatków na realizację </w:t>
      </w:r>
      <w:r w:rsidR="00C90650">
        <w:rPr>
          <w:rFonts w:ascii="Calibri" w:hAnsi="Calibri" w:cs="Calibri"/>
          <w:sz w:val="22"/>
          <w:szCs w:val="22"/>
        </w:rPr>
        <w:t>zadania</w:t>
      </w:r>
      <w:r w:rsidRPr="0073040A">
        <w:rPr>
          <w:rFonts w:ascii="Calibri" w:hAnsi="Calibri" w:cs="Calibri"/>
          <w:sz w:val="22"/>
          <w:szCs w:val="22"/>
        </w:rPr>
        <w:t xml:space="preserve"> oraz skumulowaną wartość tych wydatków w ujęciu narastającym;</w:t>
      </w:r>
    </w:p>
    <w:p w14:paraId="0E8E0B4D" w14:textId="6F728919" w:rsidR="00076AB8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szczegółowy</w:t>
      </w:r>
      <w:r w:rsidR="00F75925">
        <w:rPr>
          <w:rFonts w:ascii="Calibri" w:hAnsi="Calibri" w:cs="Calibri"/>
          <w:sz w:val="22"/>
          <w:szCs w:val="22"/>
        </w:rPr>
        <w:t>ch</w:t>
      </w:r>
      <w:r w:rsidRPr="0073040A">
        <w:rPr>
          <w:rFonts w:ascii="Calibri" w:hAnsi="Calibri" w:cs="Calibri"/>
          <w:sz w:val="22"/>
          <w:szCs w:val="22"/>
        </w:rPr>
        <w:t xml:space="preserve"> opis</w:t>
      </w:r>
      <w:r w:rsidR="00F75925">
        <w:rPr>
          <w:rFonts w:ascii="Calibri" w:hAnsi="Calibri" w:cs="Calibri"/>
          <w:sz w:val="22"/>
          <w:szCs w:val="22"/>
        </w:rPr>
        <w:t>ów</w:t>
      </w:r>
      <w:r w:rsidRPr="0073040A">
        <w:rPr>
          <w:rFonts w:ascii="Calibri" w:hAnsi="Calibri" w:cs="Calibri"/>
          <w:sz w:val="22"/>
          <w:szCs w:val="22"/>
        </w:rPr>
        <w:t xml:space="preserve"> realizowanych działań </w:t>
      </w:r>
      <w:r w:rsidR="005D1A68">
        <w:rPr>
          <w:rFonts w:ascii="Calibri" w:hAnsi="Calibri" w:cs="Calibri"/>
          <w:sz w:val="22"/>
          <w:szCs w:val="22"/>
        </w:rPr>
        <w:t xml:space="preserve">w ramach </w:t>
      </w:r>
      <w:r w:rsidRPr="0073040A">
        <w:rPr>
          <w:rFonts w:ascii="Calibri" w:hAnsi="Calibri" w:cs="Calibri"/>
          <w:sz w:val="22"/>
          <w:szCs w:val="22"/>
        </w:rPr>
        <w:t>przygotowania i</w:t>
      </w:r>
      <w:r w:rsidR="00F96DE1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 xml:space="preserve">realizacji </w:t>
      </w:r>
      <w:r w:rsidR="005D1A68">
        <w:rPr>
          <w:rFonts w:ascii="Calibri" w:hAnsi="Calibri" w:cs="Calibri"/>
          <w:sz w:val="22"/>
          <w:szCs w:val="22"/>
        </w:rPr>
        <w:t>zadania inwestycyjnego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4EE96D1D" w14:textId="73A7F0DE" w:rsidR="00E06DAD" w:rsidRPr="00620B9F" w:rsidRDefault="00D04D4D" w:rsidP="00620B9F">
      <w:pPr>
        <w:pStyle w:val="Akapitzlist"/>
        <w:numPr>
          <w:ilvl w:val="1"/>
          <w:numId w:val="5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</w:t>
      </w:r>
      <w:r w:rsidR="00F7592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na temat osiągniętych efektó</w:t>
      </w:r>
      <w:r w:rsidR="005D1A68">
        <w:rPr>
          <w:rFonts w:ascii="Calibri" w:hAnsi="Calibri" w:cs="Calibri"/>
          <w:sz w:val="22"/>
          <w:szCs w:val="22"/>
        </w:rPr>
        <w:t xml:space="preserve">w </w:t>
      </w:r>
      <w:r>
        <w:rPr>
          <w:rFonts w:ascii="Calibri" w:hAnsi="Calibri" w:cs="Calibri"/>
          <w:sz w:val="22"/>
          <w:szCs w:val="22"/>
        </w:rPr>
        <w:t>technicznych</w:t>
      </w:r>
      <w:r w:rsidR="00C9065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15F5F65" w14:textId="5661AC3D" w:rsidR="005413AD" w:rsidRPr="00F665CA" w:rsidRDefault="005413AD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Wykonawca gwarantuje, że w razie potrzeby podwykonawcy, dalsi podwykonawcy oraz podmioty udostępniające zasoby do realizacji przedmiotu Umowy, będą przekazywać Zamawiającemu wszelkie informacje i dokumenty związane z realizacją przedmiotu Umowy tak, aby umożliwić Zamawiającemu realizację obowiązku, o którym mowa </w:t>
      </w:r>
      <w:r w:rsidR="003171C4">
        <w:rPr>
          <w:rFonts w:ascii="Calibri" w:hAnsi="Calibri" w:cs="Calibri"/>
          <w:sz w:val="22"/>
          <w:szCs w:val="22"/>
        </w:rPr>
        <w:br/>
      </w:r>
      <w:r w:rsidRPr="00F665CA">
        <w:rPr>
          <w:rFonts w:ascii="Calibri" w:hAnsi="Calibri" w:cs="Calibri"/>
          <w:sz w:val="22"/>
          <w:szCs w:val="22"/>
        </w:rPr>
        <w:t xml:space="preserve">w </w:t>
      </w:r>
      <w:r w:rsidR="00F75925">
        <w:rPr>
          <w:rFonts w:ascii="Calibri" w:hAnsi="Calibri" w:cs="Calibri"/>
          <w:sz w:val="22"/>
          <w:szCs w:val="22"/>
        </w:rPr>
        <w:t xml:space="preserve">§ </w:t>
      </w:r>
      <w:r w:rsidR="00625F36">
        <w:rPr>
          <w:rFonts w:ascii="Calibri" w:hAnsi="Calibri" w:cs="Calibri"/>
          <w:sz w:val="22"/>
          <w:szCs w:val="22"/>
        </w:rPr>
        <w:t xml:space="preserve">7a </w:t>
      </w:r>
      <w:r w:rsidR="00F75925">
        <w:rPr>
          <w:rFonts w:ascii="Calibri" w:hAnsi="Calibri" w:cs="Calibri"/>
          <w:sz w:val="22"/>
          <w:szCs w:val="22"/>
        </w:rPr>
        <w:t>ust.</w:t>
      </w:r>
      <w:r w:rsidR="003171C4">
        <w:rPr>
          <w:rFonts w:ascii="Calibri" w:hAnsi="Calibri" w:cs="Calibri"/>
          <w:sz w:val="22"/>
          <w:szCs w:val="22"/>
        </w:rPr>
        <w:t xml:space="preserve"> </w:t>
      </w:r>
      <w:r w:rsidR="00BF3483">
        <w:rPr>
          <w:rFonts w:ascii="Calibri" w:hAnsi="Calibri" w:cs="Calibri"/>
          <w:sz w:val="22"/>
          <w:szCs w:val="22"/>
        </w:rPr>
        <w:t>1 OWU</w:t>
      </w:r>
      <w:r w:rsidR="00F75925">
        <w:rPr>
          <w:rFonts w:ascii="Calibri" w:hAnsi="Calibri" w:cs="Calibri"/>
          <w:sz w:val="22"/>
          <w:szCs w:val="22"/>
        </w:rPr>
        <w:t>.</w:t>
      </w:r>
    </w:p>
    <w:p w14:paraId="0F12933A" w14:textId="0C573552" w:rsidR="005413AD" w:rsidRDefault="00AC1655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076AB8" w:rsidRPr="00B7034B">
        <w:rPr>
          <w:rFonts w:ascii="Calibri" w:hAnsi="Calibri" w:cs="Calibri"/>
          <w:sz w:val="22"/>
          <w:szCs w:val="22"/>
        </w:rPr>
        <w:t xml:space="preserve"> </w:t>
      </w:r>
      <w:r w:rsidR="00B61C88" w:rsidRPr="00B7034B">
        <w:rPr>
          <w:rFonts w:ascii="Calibri" w:hAnsi="Calibri" w:cs="Calibri"/>
          <w:sz w:val="22"/>
          <w:szCs w:val="22"/>
        </w:rPr>
        <w:t>gwarantuj</w:t>
      </w:r>
      <w:r>
        <w:rPr>
          <w:rFonts w:ascii="Calibri" w:hAnsi="Calibri" w:cs="Calibri"/>
          <w:sz w:val="22"/>
          <w:szCs w:val="22"/>
        </w:rPr>
        <w:t>e</w:t>
      </w:r>
      <w:r w:rsidR="00867344">
        <w:rPr>
          <w:rFonts w:ascii="Calibri" w:hAnsi="Calibri" w:cs="Calibri"/>
          <w:sz w:val="22"/>
          <w:szCs w:val="22"/>
        </w:rPr>
        <w:t xml:space="preserve">, że w umowach z </w:t>
      </w:r>
      <w:r>
        <w:rPr>
          <w:rFonts w:ascii="Calibri" w:hAnsi="Calibri" w:cs="Calibri"/>
          <w:sz w:val="22"/>
          <w:szCs w:val="22"/>
        </w:rPr>
        <w:t>podwykonawc</w:t>
      </w:r>
      <w:r w:rsidR="007E11C5">
        <w:rPr>
          <w:rFonts w:ascii="Calibri" w:hAnsi="Calibri" w:cs="Calibri"/>
          <w:sz w:val="22"/>
          <w:szCs w:val="22"/>
        </w:rPr>
        <w:t>ami</w:t>
      </w:r>
      <w:r w:rsidR="00A442A5">
        <w:rPr>
          <w:rFonts w:ascii="Calibri" w:hAnsi="Calibri" w:cs="Calibri"/>
          <w:sz w:val="22"/>
          <w:szCs w:val="22"/>
        </w:rPr>
        <w:t>, dalszymi podwykonawcami</w:t>
      </w:r>
      <w:r>
        <w:rPr>
          <w:rFonts w:ascii="Calibri" w:hAnsi="Calibri" w:cs="Calibri"/>
          <w:sz w:val="22"/>
          <w:szCs w:val="22"/>
        </w:rPr>
        <w:t xml:space="preserve"> </w:t>
      </w:r>
      <w:r w:rsidR="007E11C5">
        <w:rPr>
          <w:rFonts w:ascii="Calibri" w:hAnsi="Calibri" w:cs="Calibri"/>
          <w:sz w:val="22"/>
          <w:szCs w:val="22"/>
        </w:rPr>
        <w:t>lub</w:t>
      </w:r>
      <w:r>
        <w:rPr>
          <w:rFonts w:ascii="Calibri" w:hAnsi="Calibri" w:cs="Calibri"/>
          <w:sz w:val="22"/>
          <w:szCs w:val="22"/>
        </w:rPr>
        <w:t xml:space="preserve"> inn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podmiot</w:t>
      </w:r>
      <w:r w:rsidR="007E11C5">
        <w:rPr>
          <w:rFonts w:ascii="Calibri" w:hAnsi="Calibri" w:cs="Calibri"/>
          <w:sz w:val="22"/>
          <w:szCs w:val="22"/>
        </w:rPr>
        <w:t xml:space="preserve">ami </w:t>
      </w:r>
      <w:r>
        <w:rPr>
          <w:rFonts w:ascii="Calibri" w:hAnsi="Calibri" w:cs="Calibri"/>
          <w:sz w:val="22"/>
          <w:szCs w:val="22"/>
        </w:rPr>
        <w:t>zewnętrzn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realizując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na rzecz Wykonawcy działania związane z realizacją </w:t>
      </w:r>
      <w:r w:rsidR="00EC6ED9">
        <w:rPr>
          <w:rFonts w:ascii="Calibri" w:hAnsi="Calibri" w:cs="Calibri"/>
          <w:sz w:val="22"/>
          <w:szCs w:val="22"/>
        </w:rPr>
        <w:t>Umowy</w:t>
      </w:r>
      <w:r>
        <w:rPr>
          <w:rFonts w:ascii="Calibri" w:hAnsi="Calibri" w:cs="Calibri"/>
          <w:sz w:val="22"/>
          <w:szCs w:val="22"/>
        </w:rPr>
        <w:t xml:space="preserve">, </w:t>
      </w:r>
      <w:r w:rsidR="007E11C5">
        <w:rPr>
          <w:rFonts w:ascii="Calibri" w:hAnsi="Calibri" w:cs="Calibri"/>
          <w:sz w:val="22"/>
          <w:szCs w:val="22"/>
        </w:rPr>
        <w:t>będzie zawarta zgoda tychże podmiotów</w:t>
      </w:r>
      <w:r>
        <w:rPr>
          <w:rFonts w:ascii="Calibri" w:hAnsi="Calibri" w:cs="Calibri"/>
          <w:sz w:val="22"/>
          <w:szCs w:val="22"/>
        </w:rPr>
        <w:t xml:space="preserve"> na przekazywanie informacji zgodnie z</w:t>
      </w:r>
      <w:r w:rsidR="00625F36">
        <w:rPr>
          <w:rFonts w:ascii="Calibri" w:hAnsi="Calibri" w:cs="Calibri"/>
          <w:sz w:val="22"/>
          <w:szCs w:val="22"/>
        </w:rPr>
        <w:t xml:space="preserve"> § 7a </w:t>
      </w:r>
      <w:r w:rsidR="00BF3483">
        <w:rPr>
          <w:rFonts w:ascii="Calibri" w:hAnsi="Calibri" w:cs="Calibri"/>
          <w:sz w:val="22"/>
          <w:szCs w:val="22"/>
        </w:rPr>
        <w:t>OWU</w:t>
      </w:r>
      <w:r w:rsidR="005413AD">
        <w:rPr>
          <w:rFonts w:ascii="Calibri" w:hAnsi="Calibri" w:cs="Calibri"/>
          <w:sz w:val="22"/>
          <w:szCs w:val="22"/>
        </w:rPr>
        <w:t xml:space="preserve"> oraz</w:t>
      </w:r>
      <w:r>
        <w:rPr>
          <w:rFonts w:ascii="Calibri" w:hAnsi="Calibri" w:cs="Calibri"/>
          <w:sz w:val="22"/>
          <w:szCs w:val="22"/>
        </w:rPr>
        <w:t xml:space="preserve"> </w:t>
      </w:r>
      <w:r w:rsidR="00EC6ED9">
        <w:rPr>
          <w:rFonts w:ascii="Calibri" w:hAnsi="Calibri" w:cs="Calibri"/>
          <w:sz w:val="22"/>
          <w:szCs w:val="22"/>
        </w:rPr>
        <w:t xml:space="preserve">ust. </w:t>
      </w:r>
      <w:r>
        <w:rPr>
          <w:rFonts w:ascii="Calibri" w:hAnsi="Calibri" w:cs="Calibri"/>
          <w:sz w:val="22"/>
          <w:szCs w:val="22"/>
        </w:rPr>
        <w:t>1 powyżej</w:t>
      </w:r>
      <w:r w:rsidR="007E11C5">
        <w:rPr>
          <w:rFonts w:ascii="Calibri" w:hAnsi="Calibri" w:cs="Calibri"/>
          <w:sz w:val="22"/>
          <w:szCs w:val="22"/>
        </w:rPr>
        <w:t xml:space="preserve">. </w:t>
      </w:r>
      <w:r w:rsidR="005413AD">
        <w:rPr>
          <w:rFonts w:ascii="Calibri" w:hAnsi="Calibri" w:cs="Calibri"/>
          <w:sz w:val="22"/>
          <w:szCs w:val="22"/>
        </w:rPr>
        <w:t xml:space="preserve">W uzasadnionych przypadkach, gdy wprowadzenie stosownej klauzuli umownej będzie wiązało się z </w:t>
      </w:r>
      <w:r w:rsidR="005413AD" w:rsidRPr="00620B9F">
        <w:rPr>
          <w:rFonts w:ascii="Calibri" w:hAnsi="Calibri" w:cs="Calibri"/>
          <w:sz w:val="22"/>
          <w:szCs w:val="22"/>
        </w:rPr>
        <w:t xml:space="preserve">nadmiernymi </w:t>
      </w:r>
      <w:r w:rsidR="005413AD">
        <w:rPr>
          <w:rFonts w:ascii="Calibri" w:hAnsi="Calibri" w:cs="Calibri"/>
          <w:sz w:val="22"/>
          <w:szCs w:val="22"/>
        </w:rPr>
        <w:t xml:space="preserve">uciążliwościami, Wykonawca uzyska przedmiotową zgodę w formie odrębnego dokumentu.  </w:t>
      </w:r>
    </w:p>
    <w:p w14:paraId="03E7172B" w14:textId="2520B6AD" w:rsidR="005413AD" w:rsidRPr="00F665CA" w:rsidRDefault="005413AD" w:rsidP="00F665CA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 przypadku gdy umowy z podmiotami </w:t>
      </w:r>
      <w:r>
        <w:rPr>
          <w:rFonts w:ascii="Calibri" w:hAnsi="Calibri" w:cs="Calibri"/>
          <w:sz w:val="22"/>
          <w:szCs w:val="22"/>
        </w:rPr>
        <w:t xml:space="preserve">wskazanymi w </w:t>
      </w:r>
      <w:r w:rsidR="00EC6ED9">
        <w:rPr>
          <w:rFonts w:ascii="Calibri" w:hAnsi="Calibri" w:cs="Calibri"/>
          <w:sz w:val="22"/>
          <w:szCs w:val="22"/>
        </w:rPr>
        <w:t>ust.</w:t>
      </w:r>
      <w:r>
        <w:rPr>
          <w:rFonts w:ascii="Calibri" w:hAnsi="Calibri" w:cs="Calibri"/>
          <w:sz w:val="22"/>
          <w:szCs w:val="22"/>
        </w:rPr>
        <w:t xml:space="preserve"> 2</w:t>
      </w:r>
      <w:r w:rsidRPr="00F665CA">
        <w:rPr>
          <w:rFonts w:ascii="Calibri" w:hAnsi="Calibri" w:cs="Calibri"/>
          <w:sz w:val="22"/>
          <w:szCs w:val="22"/>
        </w:rPr>
        <w:t xml:space="preserve"> zostały zawarte przed dniem zawarcia Umowy, Wykonawca gwarantuje</w:t>
      </w:r>
      <w:r>
        <w:rPr>
          <w:rFonts w:ascii="Calibri" w:hAnsi="Calibri" w:cs="Calibri"/>
          <w:sz w:val="22"/>
          <w:szCs w:val="22"/>
        </w:rPr>
        <w:t>, że</w:t>
      </w:r>
      <w:r w:rsidRPr="00F665CA">
        <w:rPr>
          <w:rFonts w:ascii="Calibri" w:hAnsi="Calibri" w:cs="Calibri"/>
          <w:sz w:val="22"/>
          <w:szCs w:val="22"/>
        </w:rPr>
        <w:t xml:space="preserve"> uzyska zgody</w:t>
      </w:r>
      <w:r>
        <w:rPr>
          <w:rFonts w:ascii="Calibri" w:hAnsi="Calibri" w:cs="Calibri"/>
          <w:sz w:val="22"/>
          <w:szCs w:val="22"/>
        </w:rPr>
        <w:t xml:space="preserve"> tych</w:t>
      </w:r>
      <w:r w:rsidRPr="00F665CA">
        <w:rPr>
          <w:rFonts w:ascii="Calibri" w:hAnsi="Calibri" w:cs="Calibri"/>
          <w:sz w:val="22"/>
          <w:szCs w:val="22"/>
        </w:rPr>
        <w:t xml:space="preserve"> podmiotów realizujących poszczególne działania związane z realizacją przedmiotu Umowy na jego rzecz, na podstawie umów zawartych z tymi podmiotami przez Wykonawcę, na ujawnienie informacji wymaganych dla realizacji obowiązku, o którym mowa w </w:t>
      </w:r>
      <w:r w:rsidR="00625F36">
        <w:rPr>
          <w:rFonts w:ascii="Calibri" w:hAnsi="Calibri" w:cs="Calibri"/>
          <w:sz w:val="22"/>
          <w:szCs w:val="22"/>
        </w:rPr>
        <w:t>§ 7a</w:t>
      </w:r>
      <w:r>
        <w:rPr>
          <w:rFonts w:ascii="Calibri" w:hAnsi="Calibri" w:cs="Calibri"/>
          <w:sz w:val="22"/>
          <w:szCs w:val="22"/>
        </w:rPr>
        <w:t xml:space="preserve"> </w:t>
      </w:r>
      <w:r w:rsidR="00BF3483">
        <w:rPr>
          <w:rFonts w:ascii="Calibri" w:hAnsi="Calibri" w:cs="Calibri"/>
          <w:sz w:val="22"/>
          <w:szCs w:val="22"/>
        </w:rPr>
        <w:lastRenderedPageBreak/>
        <w:t>OWU</w:t>
      </w:r>
      <w:r>
        <w:rPr>
          <w:rFonts w:ascii="Calibri" w:hAnsi="Calibri" w:cs="Calibri"/>
          <w:sz w:val="22"/>
          <w:szCs w:val="22"/>
        </w:rPr>
        <w:t xml:space="preserve"> oraz </w:t>
      </w:r>
      <w:r w:rsidRPr="00F665CA">
        <w:rPr>
          <w:rFonts w:ascii="Calibri" w:hAnsi="Calibri" w:cs="Calibri"/>
          <w:sz w:val="22"/>
          <w:szCs w:val="22"/>
        </w:rPr>
        <w:t xml:space="preserve">ust. 1 </w:t>
      </w:r>
      <w:r w:rsidR="00F75925">
        <w:rPr>
          <w:rFonts w:ascii="Calibri" w:hAnsi="Calibri" w:cs="Calibri"/>
          <w:sz w:val="22"/>
          <w:szCs w:val="22"/>
        </w:rPr>
        <w:t>powyżej</w:t>
      </w:r>
      <w:r w:rsidRPr="00F665CA">
        <w:rPr>
          <w:rFonts w:ascii="Calibri" w:hAnsi="Calibri" w:cs="Calibri"/>
          <w:sz w:val="22"/>
          <w:szCs w:val="22"/>
        </w:rPr>
        <w:t>, przy czym ujawnienie tych informacji może być uzależnione od podpisania przez Zamawiającego odpowiedniego zobowiązania do zachowania poufności.</w:t>
      </w:r>
    </w:p>
    <w:p w14:paraId="4C506053" w14:textId="1CF57413" w:rsidR="005A243C" w:rsidRPr="0044656A" w:rsidRDefault="005A243C" w:rsidP="00C90650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Ref102586422"/>
      <w:r w:rsidRPr="0044656A">
        <w:rPr>
          <w:rFonts w:ascii="Calibri" w:hAnsi="Calibri" w:cs="Calibri"/>
          <w:sz w:val="22"/>
          <w:szCs w:val="22"/>
        </w:rPr>
        <w:t>Niniejsz</w:t>
      </w:r>
      <w:r w:rsidR="00F75925">
        <w:rPr>
          <w:rFonts w:ascii="Calibri" w:hAnsi="Calibri" w:cs="Calibri"/>
          <w:sz w:val="22"/>
          <w:szCs w:val="22"/>
        </w:rPr>
        <w:t xml:space="preserve">e zobowiązanie dotyczy </w:t>
      </w:r>
      <w:r w:rsidR="0044656A" w:rsidRPr="0044656A">
        <w:rPr>
          <w:rFonts w:ascii="Calibri" w:hAnsi="Calibri" w:cs="Calibri"/>
          <w:sz w:val="22"/>
          <w:szCs w:val="22"/>
        </w:rPr>
        <w:t>przekaz</w:t>
      </w:r>
      <w:r w:rsidR="005C181A">
        <w:rPr>
          <w:rFonts w:ascii="Calibri" w:hAnsi="Calibri" w:cs="Calibri"/>
          <w:sz w:val="22"/>
          <w:szCs w:val="22"/>
        </w:rPr>
        <w:t>ywani</w:t>
      </w:r>
      <w:r w:rsidR="00F75925">
        <w:rPr>
          <w:rFonts w:ascii="Calibri" w:hAnsi="Calibri" w:cs="Calibri"/>
          <w:sz w:val="22"/>
          <w:szCs w:val="22"/>
        </w:rPr>
        <w:t>a</w:t>
      </w:r>
      <w:r w:rsidR="0044656A" w:rsidRPr="0044656A">
        <w:rPr>
          <w:rFonts w:ascii="Calibri" w:hAnsi="Calibri" w:cs="Calibri"/>
          <w:sz w:val="22"/>
          <w:szCs w:val="22"/>
        </w:rPr>
        <w:t xml:space="preserve"> informacji, wyjaśnień i </w:t>
      </w:r>
      <w:r w:rsidR="005C181A">
        <w:rPr>
          <w:rFonts w:ascii="Calibri" w:hAnsi="Calibri" w:cs="Calibri"/>
          <w:sz w:val="22"/>
          <w:szCs w:val="22"/>
        </w:rPr>
        <w:t xml:space="preserve">wszelkich </w:t>
      </w:r>
      <w:r w:rsidR="0044656A" w:rsidRPr="0044656A">
        <w:rPr>
          <w:rFonts w:ascii="Calibri" w:hAnsi="Calibri" w:cs="Calibri"/>
          <w:sz w:val="22"/>
          <w:szCs w:val="22"/>
        </w:rPr>
        <w:t>dokumentów</w:t>
      </w:r>
      <w:r w:rsidR="005C181A">
        <w:rPr>
          <w:rFonts w:ascii="Calibri" w:hAnsi="Calibri" w:cs="Calibri"/>
          <w:sz w:val="22"/>
          <w:szCs w:val="22"/>
        </w:rPr>
        <w:t xml:space="preserve"> źródłowych</w:t>
      </w:r>
      <w:r w:rsidR="0044656A" w:rsidRPr="007330E5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s</w:t>
      </w:r>
      <w:r w:rsidR="003706A6" w:rsidRPr="007330E5">
        <w:rPr>
          <w:rFonts w:ascii="Calibri" w:hAnsi="Calibri" w:cs="Calibri"/>
          <w:sz w:val="22"/>
          <w:szCs w:val="22"/>
        </w:rPr>
        <w:t xml:space="preserve">półce </w:t>
      </w:r>
      <w:r w:rsidR="0044656A" w:rsidRPr="007330E5">
        <w:rPr>
          <w:rFonts w:ascii="Calibri" w:hAnsi="Calibri" w:cs="Calibri"/>
          <w:sz w:val="22"/>
          <w:szCs w:val="22"/>
        </w:rPr>
        <w:t>PGE</w:t>
      </w:r>
      <w:r w:rsidR="003706A6">
        <w:rPr>
          <w:rFonts w:ascii="Calibri" w:hAnsi="Calibri" w:cs="Calibri"/>
          <w:sz w:val="22"/>
          <w:szCs w:val="22"/>
        </w:rPr>
        <w:t xml:space="preserve"> Polska Grupa Energetyczna</w:t>
      </w:r>
      <w:r w:rsidR="0044656A" w:rsidRPr="00B7034B">
        <w:rPr>
          <w:rFonts w:ascii="Calibri" w:hAnsi="Calibri" w:cs="Calibri"/>
          <w:sz w:val="22"/>
          <w:szCs w:val="22"/>
        </w:rPr>
        <w:t xml:space="preserve"> S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>A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 xml:space="preserve"> i Skarbowi Państwa, a także firmie audytorskiej lub biegłemu rewidentowi świadczącym usługi na rzecz </w:t>
      </w:r>
      <w:r w:rsidR="00F75925">
        <w:rPr>
          <w:rFonts w:ascii="Calibri" w:hAnsi="Calibri" w:cs="Calibri"/>
          <w:sz w:val="22"/>
          <w:szCs w:val="22"/>
        </w:rPr>
        <w:t>Zamawiającego</w:t>
      </w:r>
      <w:r w:rsidR="00F75925" w:rsidRPr="00B7034B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 xml:space="preserve">lub PGE Polska Grupa Energetyczna S.A. </w:t>
      </w:r>
      <w:r w:rsidR="0044656A" w:rsidRPr="00B7034B">
        <w:rPr>
          <w:rFonts w:ascii="Calibri" w:hAnsi="Calibri" w:cs="Calibri"/>
          <w:sz w:val="22"/>
          <w:szCs w:val="22"/>
        </w:rPr>
        <w:t xml:space="preserve">w zakresie rozliczenia środków </w:t>
      </w:r>
      <w:r w:rsidR="0044656A" w:rsidRPr="0044656A">
        <w:rPr>
          <w:rFonts w:ascii="Calibri" w:hAnsi="Calibri" w:cs="Calibri"/>
          <w:sz w:val="22"/>
          <w:szCs w:val="22"/>
        </w:rPr>
        <w:t xml:space="preserve">finansowych wydatkowanych na realizację zadania objętego </w:t>
      </w:r>
      <w:r w:rsidR="005874FE">
        <w:rPr>
          <w:rFonts w:ascii="Calibri" w:hAnsi="Calibri" w:cs="Calibri"/>
          <w:sz w:val="22"/>
          <w:szCs w:val="22"/>
        </w:rPr>
        <w:t>Umową</w:t>
      </w:r>
      <w:r w:rsidR="00C90650">
        <w:rPr>
          <w:rFonts w:ascii="Calibri" w:hAnsi="Calibri" w:cs="Calibri"/>
          <w:sz w:val="22"/>
          <w:szCs w:val="22"/>
        </w:rPr>
        <w:t>.</w:t>
      </w:r>
    </w:p>
    <w:p w14:paraId="6B57853D" w14:textId="42DEB19E" w:rsidR="005413AD" w:rsidRPr="00F665CA" w:rsidRDefault="00DE3CD7" w:rsidP="00620B9F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B7034B">
        <w:rPr>
          <w:rFonts w:ascii="Calibri" w:hAnsi="Calibri" w:cs="Calibri"/>
          <w:sz w:val="22"/>
          <w:szCs w:val="22"/>
        </w:rPr>
        <w:t xml:space="preserve">Jeśli </w:t>
      </w:r>
      <w:r w:rsidR="00867344">
        <w:rPr>
          <w:rFonts w:ascii="Calibri" w:hAnsi="Calibri" w:cs="Calibri"/>
          <w:sz w:val="22"/>
          <w:szCs w:val="22"/>
        </w:rPr>
        <w:t xml:space="preserve">przekazanie </w:t>
      </w:r>
      <w:r w:rsidRPr="00B7034B">
        <w:rPr>
          <w:rFonts w:ascii="Calibri" w:hAnsi="Calibri" w:cs="Calibri"/>
          <w:sz w:val="22"/>
          <w:szCs w:val="22"/>
        </w:rPr>
        <w:t xml:space="preserve">informacji lub dokumentów w wykonaniu </w:t>
      </w:r>
      <w:r w:rsidR="005413AD">
        <w:rPr>
          <w:rFonts w:ascii="Calibri" w:hAnsi="Calibri" w:cs="Calibri"/>
          <w:sz w:val="22"/>
          <w:szCs w:val="22"/>
        </w:rPr>
        <w:t>powyżej opisanych</w:t>
      </w:r>
      <w:r w:rsidR="005413AD" w:rsidRPr="00B7034B">
        <w:rPr>
          <w:rFonts w:ascii="Calibri" w:hAnsi="Calibri" w:cs="Calibri"/>
          <w:sz w:val="22"/>
          <w:szCs w:val="22"/>
        </w:rPr>
        <w:t xml:space="preserve"> </w:t>
      </w:r>
      <w:r w:rsidR="00795A15" w:rsidRPr="00B7034B">
        <w:rPr>
          <w:rFonts w:ascii="Calibri" w:hAnsi="Calibri" w:cs="Calibri"/>
          <w:sz w:val="22"/>
          <w:szCs w:val="22"/>
        </w:rPr>
        <w:t xml:space="preserve">obowiązków </w:t>
      </w:r>
      <w:r w:rsidRPr="00B7034B">
        <w:rPr>
          <w:rFonts w:ascii="Calibri" w:hAnsi="Calibri" w:cs="Calibri"/>
          <w:sz w:val="22"/>
          <w:szCs w:val="22"/>
        </w:rPr>
        <w:t xml:space="preserve">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</w:t>
      </w:r>
      <w:r w:rsidR="00C90650">
        <w:rPr>
          <w:rFonts w:ascii="Calibri" w:hAnsi="Calibri" w:cs="Calibri"/>
          <w:sz w:val="22"/>
          <w:szCs w:val="22"/>
        </w:rPr>
        <w:t>wraz z uzasadnieniem</w:t>
      </w:r>
      <w:r w:rsidR="00C90650" w:rsidRPr="00B7034B">
        <w:rPr>
          <w:rFonts w:ascii="Calibri" w:hAnsi="Calibri" w:cs="Calibri"/>
          <w:sz w:val="22"/>
          <w:szCs w:val="22"/>
        </w:rPr>
        <w:t xml:space="preserve"> </w:t>
      </w:r>
      <w:r w:rsidRPr="00B7034B">
        <w:rPr>
          <w:rFonts w:ascii="Calibri" w:hAnsi="Calibri" w:cs="Calibri"/>
          <w:sz w:val="22"/>
          <w:szCs w:val="22"/>
        </w:rPr>
        <w:t xml:space="preserve">przez </w:t>
      </w:r>
      <w:r w:rsidR="0044656A">
        <w:rPr>
          <w:rFonts w:ascii="Calibri" w:hAnsi="Calibri" w:cs="Calibri"/>
          <w:sz w:val="22"/>
          <w:szCs w:val="22"/>
        </w:rPr>
        <w:t xml:space="preserve">Wykonawcę </w:t>
      </w:r>
      <w:r w:rsidRPr="00B7034B">
        <w:rPr>
          <w:rFonts w:ascii="Calibri" w:hAnsi="Calibri" w:cs="Calibri"/>
          <w:sz w:val="22"/>
          <w:szCs w:val="22"/>
        </w:rPr>
        <w:t xml:space="preserve"> potrzeby zawarcia takiej umowy </w:t>
      </w:r>
      <w:r w:rsidR="00F665CA">
        <w:rPr>
          <w:rFonts w:ascii="Calibri" w:hAnsi="Calibri" w:cs="Calibri"/>
          <w:sz w:val="22"/>
          <w:szCs w:val="22"/>
        </w:rPr>
        <w:t>Zamawiającemu</w:t>
      </w:r>
      <w:r w:rsidR="005413AD">
        <w:rPr>
          <w:rFonts w:ascii="Calibri" w:hAnsi="Calibri" w:cs="Calibri"/>
          <w:sz w:val="22"/>
          <w:szCs w:val="22"/>
        </w:rPr>
        <w:t xml:space="preserve">, </w:t>
      </w:r>
      <w:r w:rsidR="005413AD" w:rsidRPr="00F665CA">
        <w:rPr>
          <w:rFonts w:ascii="Calibri" w:hAnsi="Calibri" w:cs="Calibri"/>
          <w:sz w:val="22"/>
          <w:szCs w:val="22"/>
        </w:rPr>
        <w:t>z zastrzeżeniem że taka umowa nie będzie zawierała postanowień o możliwości nałożenia Zamawiającemu jakiejkolwiek kary umownej z tytułu</w:t>
      </w:r>
      <w:r w:rsidR="00F665CA">
        <w:rPr>
          <w:rFonts w:ascii="Calibri" w:hAnsi="Calibri" w:cs="Calibri"/>
          <w:sz w:val="22"/>
          <w:szCs w:val="22"/>
        </w:rPr>
        <w:t xml:space="preserve"> naruszenia poufności</w:t>
      </w:r>
      <w:r w:rsidR="005413AD" w:rsidRPr="00F665CA">
        <w:rPr>
          <w:rFonts w:ascii="Calibri" w:hAnsi="Calibri" w:cs="Calibri"/>
          <w:sz w:val="22"/>
          <w:szCs w:val="22"/>
        </w:rPr>
        <w:t>.</w:t>
      </w:r>
    </w:p>
    <w:bookmarkEnd w:id="1"/>
    <w:p w14:paraId="6E7DE098" w14:textId="4C4D6A06" w:rsidR="00DE3CD7" w:rsidRDefault="00DE3CD7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0438C9F" w14:textId="5D9A93AA" w:rsidR="00C50E66" w:rsidRDefault="00C50E66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E1FC910" w14:textId="28D26DD4" w:rsidR="00C50E66" w:rsidRDefault="00AA565C" w:rsidP="00AA565C">
      <w:pPr>
        <w:spacing w:before="120"/>
        <w:ind w:left="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……………………..………                              </w:t>
      </w:r>
      <w:r w:rsidR="00C50E66">
        <w:rPr>
          <w:rFonts w:ascii="Calibri" w:hAnsi="Calibri" w:cs="Calibri"/>
          <w:sz w:val="22"/>
          <w:szCs w:val="22"/>
        </w:rPr>
        <w:t>………………………………………………………………….</w:t>
      </w:r>
    </w:p>
    <w:p w14:paraId="111A9C04" w14:textId="2D816D60" w:rsidR="00C50E66" w:rsidRPr="00C50E66" w:rsidRDefault="00AA565C" w:rsidP="00AA565C">
      <w:pPr>
        <w:spacing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(miejscowość i data)                                                          </w:t>
      </w:r>
      <w:r w:rsidR="00C50E66">
        <w:rPr>
          <w:rFonts w:ascii="Calibri" w:hAnsi="Calibri" w:cs="Calibri"/>
          <w:sz w:val="16"/>
          <w:szCs w:val="16"/>
        </w:rPr>
        <w:t>(podpis osoby reprezentującej Wykonawc</w:t>
      </w:r>
      <w:r>
        <w:rPr>
          <w:rFonts w:ascii="Calibri" w:hAnsi="Calibri" w:cs="Calibri"/>
          <w:sz w:val="16"/>
          <w:szCs w:val="16"/>
        </w:rPr>
        <w:t>ę w Umowie)</w:t>
      </w:r>
    </w:p>
    <w:sectPr w:rsidR="00C50E66" w:rsidRPr="00C50E66" w:rsidSect="00026F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5D907" w14:textId="77777777" w:rsidR="00DD49AE" w:rsidRDefault="00DD49AE" w:rsidP="001C34EF">
      <w:r>
        <w:separator/>
      </w:r>
    </w:p>
  </w:endnote>
  <w:endnote w:type="continuationSeparator" w:id="0">
    <w:p w14:paraId="3C900CBA" w14:textId="77777777" w:rsidR="00DD49AE" w:rsidRDefault="00DD49AE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F545" w14:textId="77777777" w:rsidR="007E5D4F" w:rsidRDefault="007E5D4F" w:rsidP="007E5D4F"/>
  <w:p w14:paraId="2BDE1FB3" w14:textId="77777777" w:rsidR="007E5D4F" w:rsidRDefault="007E5D4F" w:rsidP="007E5D4F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72E262" wp14:editId="6963809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72F95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4F0CBB4D" w14:textId="7AA454AA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12EC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12EC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D442C" w14:textId="77777777" w:rsidR="00E370B5" w:rsidRDefault="00816C7E" w:rsidP="00A545D1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39880D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A545D1" w:rsidRPr="00A545D1">
      <w:rPr>
        <w:b/>
        <w:noProof/>
        <w:szCs w:val="22"/>
        <w:lang w:eastAsia="pl-PL"/>
      </w:rPr>
      <w:t>PGE DYSTRYBUCJA SPÓŁKA AKCYJNA Z SIEDZIBĄ W LUBLINIE</w:t>
    </w:r>
    <w:r w:rsidR="00A545D1" w:rsidRPr="00A545D1">
      <w:rPr>
        <w:b/>
      </w:rPr>
      <w:t>,</w:t>
    </w:r>
    <w:r w:rsidR="00A545D1">
      <w:rPr>
        <w:b/>
      </w:rPr>
      <w:t xml:space="preserve"> </w:t>
    </w:r>
    <w:r w:rsidR="00A545D1"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 w:rsidR="00A545D1">
      <w:t>40 1240 6016 1111 0010 2859 5194,</w:t>
    </w:r>
    <w:r w:rsidR="00582B81" w:rsidRPr="00DE08D6">
      <w:t xml:space="preserve"> </w:t>
    </w:r>
    <w:r w:rsidR="00CF5636" w:rsidRPr="00CF5636">
      <w:rPr>
        <w:b/>
      </w:rPr>
      <w:t>www.</w:t>
    </w:r>
    <w:r w:rsidR="00A545D1">
      <w:rPr>
        <w:b/>
      </w:rPr>
      <w:t>pgedystrybucja</w:t>
    </w:r>
    <w:r w:rsidR="00CF5636" w:rsidRPr="00CF5636">
      <w:rPr>
        <w:b/>
      </w:rPr>
      <w:t>.pl</w:t>
    </w:r>
  </w:p>
  <w:p w14:paraId="3DACFF3C" w14:textId="23D3BFC7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12EC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12EC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A5407" w14:textId="77777777" w:rsidR="00DD49AE" w:rsidRDefault="00DD49AE" w:rsidP="001C34EF">
      <w:r>
        <w:separator/>
      </w:r>
    </w:p>
  </w:footnote>
  <w:footnote w:type="continuationSeparator" w:id="0">
    <w:p w14:paraId="3F20076A" w14:textId="77777777" w:rsidR="00DD49AE" w:rsidRDefault="00DD49AE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3D2D" w14:textId="0EA2BC74" w:rsidR="00CA490B" w:rsidRPr="007E5D4F" w:rsidRDefault="007E5D4F" w:rsidP="007E5D4F">
    <w:pPr>
      <w:pStyle w:val="ImiNazwisko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8148239" wp14:editId="05D4A61E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EF54" w14:textId="22E6D96A" w:rsidR="00325376" w:rsidRDefault="008D636F" w:rsidP="00325376">
    <w:pPr>
      <w:pStyle w:val="ImiNazwisko"/>
      <w:jc w:val="right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376">
      <w:rPr>
        <w:color w:val="7F7F7F" w:themeColor="text1" w:themeTint="80"/>
      </w:rPr>
      <w:t xml:space="preserve">Załącznik </w:t>
    </w:r>
    <w:r w:rsidR="00625F36">
      <w:rPr>
        <w:color w:val="7F7F7F" w:themeColor="text1" w:themeTint="80"/>
      </w:rPr>
      <w:t xml:space="preserve">nr </w:t>
    </w:r>
    <w:r w:rsidR="00BF3483">
      <w:rPr>
        <w:color w:val="7F7F7F" w:themeColor="text1" w:themeTint="80"/>
      </w:rPr>
      <w:t>…</w:t>
    </w:r>
    <w:r w:rsidR="00625F36">
      <w:rPr>
        <w:color w:val="7F7F7F" w:themeColor="text1" w:themeTint="80"/>
      </w:rPr>
      <w:t xml:space="preserve"> do umowy</w:t>
    </w:r>
  </w:p>
  <w:p w14:paraId="1171C4A8" w14:textId="505E1076" w:rsidR="00FD62B3" w:rsidRPr="000A3B05" w:rsidRDefault="00325376" w:rsidP="00C90650">
    <w:pPr>
      <w:pStyle w:val="ImiNazwisko"/>
      <w:jc w:val="right"/>
      <w:rPr>
        <w:color w:val="7F7F7F" w:themeColor="text1" w:themeTint="80"/>
      </w:rPr>
    </w:pPr>
    <w:r>
      <w:rPr>
        <w:color w:val="7F7F7F" w:themeColor="text1" w:themeTint="80"/>
      </w:rPr>
      <w:t xml:space="preserve">dot. </w:t>
    </w:r>
    <w:r w:rsidR="00B7034B">
      <w:rPr>
        <w:color w:val="7F7F7F" w:themeColor="text1" w:themeTint="80"/>
      </w:rPr>
      <w:t>udzielenia wyjaśnień, informacji</w:t>
    </w:r>
    <w:r w:rsidR="00595425">
      <w:rPr>
        <w:color w:val="7F7F7F" w:themeColor="text1" w:themeTint="80"/>
      </w:rPr>
      <w:t xml:space="preserve"> w związku z realizacją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26A34"/>
    <w:multiLevelType w:val="multilevel"/>
    <w:tmpl w:val="A49A4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E1523E"/>
    <w:multiLevelType w:val="multilevel"/>
    <w:tmpl w:val="A02AD5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C16617"/>
    <w:multiLevelType w:val="multilevel"/>
    <w:tmpl w:val="08D8A5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B578A"/>
    <w:multiLevelType w:val="hybridMultilevel"/>
    <w:tmpl w:val="385A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E2061"/>
    <w:multiLevelType w:val="hybridMultilevel"/>
    <w:tmpl w:val="769A5642"/>
    <w:lvl w:ilvl="0" w:tplc="7478A912">
      <w:start w:val="1"/>
      <w:numFmt w:val="decimal"/>
      <w:lvlText w:val="%1."/>
      <w:lvlJc w:val="left"/>
      <w:pPr>
        <w:ind w:left="1287" w:hanging="720"/>
      </w:pPr>
      <w:rPr>
        <w:rFonts w:asciiTheme="minorHAnsi" w:eastAsia="Times New 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hideSpellingErrors/>
  <w:hideGrammaticalError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1F"/>
    <w:rsid w:val="00004790"/>
    <w:rsid w:val="00010489"/>
    <w:rsid w:val="0002029E"/>
    <w:rsid w:val="00026FFE"/>
    <w:rsid w:val="000326D1"/>
    <w:rsid w:val="00052FD6"/>
    <w:rsid w:val="00054DF4"/>
    <w:rsid w:val="0006272A"/>
    <w:rsid w:val="00076AB8"/>
    <w:rsid w:val="0008105C"/>
    <w:rsid w:val="00090C9A"/>
    <w:rsid w:val="000A3B05"/>
    <w:rsid w:val="000B0363"/>
    <w:rsid w:val="000C29BC"/>
    <w:rsid w:val="000D1638"/>
    <w:rsid w:val="000D7921"/>
    <w:rsid w:val="000E2C10"/>
    <w:rsid w:val="000F1E5F"/>
    <w:rsid w:val="00107410"/>
    <w:rsid w:val="00113288"/>
    <w:rsid w:val="00114DEF"/>
    <w:rsid w:val="0011768A"/>
    <w:rsid w:val="00117E3F"/>
    <w:rsid w:val="001222FD"/>
    <w:rsid w:val="001635DA"/>
    <w:rsid w:val="00165190"/>
    <w:rsid w:val="001800B5"/>
    <w:rsid w:val="00186CAA"/>
    <w:rsid w:val="00193623"/>
    <w:rsid w:val="001B145B"/>
    <w:rsid w:val="001C34EF"/>
    <w:rsid w:val="001C749E"/>
    <w:rsid w:val="001D47CD"/>
    <w:rsid w:val="001D7CF2"/>
    <w:rsid w:val="001E1FF7"/>
    <w:rsid w:val="001F1AEE"/>
    <w:rsid w:val="001F4E0A"/>
    <w:rsid w:val="001F668C"/>
    <w:rsid w:val="00201969"/>
    <w:rsid w:val="002044EE"/>
    <w:rsid w:val="0021661E"/>
    <w:rsid w:val="00216BEF"/>
    <w:rsid w:val="00231E65"/>
    <w:rsid w:val="0024361B"/>
    <w:rsid w:val="00251DD8"/>
    <w:rsid w:val="00252756"/>
    <w:rsid w:val="0025375B"/>
    <w:rsid w:val="0026084F"/>
    <w:rsid w:val="0026143A"/>
    <w:rsid w:val="00285868"/>
    <w:rsid w:val="002B163F"/>
    <w:rsid w:val="002C4F88"/>
    <w:rsid w:val="002C7FA7"/>
    <w:rsid w:val="002E3865"/>
    <w:rsid w:val="002F0037"/>
    <w:rsid w:val="00310207"/>
    <w:rsid w:val="0031448E"/>
    <w:rsid w:val="003171C4"/>
    <w:rsid w:val="00325376"/>
    <w:rsid w:val="00326E12"/>
    <w:rsid w:val="00331EFB"/>
    <w:rsid w:val="00355C6A"/>
    <w:rsid w:val="003706A6"/>
    <w:rsid w:val="00377856"/>
    <w:rsid w:val="00383444"/>
    <w:rsid w:val="003855EE"/>
    <w:rsid w:val="0039080E"/>
    <w:rsid w:val="00395CFD"/>
    <w:rsid w:val="00395D62"/>
    <w:rsid w:val="003A4BFC"/>
    <w:rsid w:val="003D0F40"/>
    <w:rsid w:val="003D626C"/>
    <w:rsid w:val="003E52AF"/>
    <w:rsid w:val="003E5A48"/>
    <w:rsid w:val="003E6D9E"/>
    <w:rsid w:val="003F1A82"/>
    <w:rsid w:val="003F55CA"/>
    <w:rsid w:val="00410766"/>
    <w:rsid w:val="00423DE5"/>
    <w:rsid w:val="00427DC2"/>
    <w:rsid w:val="00431DFE"/>
    <w:rsid w:val="00433302"/>
    <w:rsid w:val="0044656A"/>
    <w:rsid w:val="00453C00"/>
    <w:rsid w:val="00463DCE"/>
    <w:rsid w:val="00465137"/>
    <w:rsid w:val="00470044"/>
    <w:rsid w:val="004716FE"/>
    <w:rsid w:val="004810E2"/>
    <w:rsid w:val="004940C0"/>
    <w:rsid w:val="00495D95"/>
    <w:rsid w:val="004A718A"/>
    <w:rsid w:val="004C1A0E"/>
    <w:rsid w:val="004C1A30"/>
    <w:rsid w:val="004C4BB8"/>
    <w:rsid w:val="004D7B68"/>
    <w:rsid w:val="004E2DA0"/>
    <w:rsid w:val="004E5324"/>
    <w:rsid w:val="004E7D5F"/>
    <w:rsid w:val="004F19B5"/>
    <w:rsid w:val="004F358F"/>
    <w:rsid w:val="0050101B"/>
    <w:rsid w:val="00502648"/>
    <w:rsid w:val="00511CAB"/>
    <w:rsid w:val="00515967"/>
    <w:rsid w:val="005173FD"/>
    <w:rsid w:val="00520563"/>
    <w:rsid w:val="005245C3"/>
    <w:rsid w:val="005332EA"/>
    <w:rsid w:val="00533BED"/>
    <w:rsid w:val="005413AD"/>
    <w:rsid w:val="005422BA"/>
    <w:rsid w:val="00546318"/>
    <w:rsid w:val="00550EFA"/>
    <w:rsid w:val="00582B81"/>
    <w:rsid w:val="005874FE"/>
    <w:rsid w:val="005915E9"/>
    <w:rsid w:val="00594561"/>
    <w:rsid w:val="00595425"/>
    <w:rsid w:val="005A243C"/>
    <w:rsid w:val="005B0830"/>
    <w:rsid w:val="005B0AD0"/>
    <w:rsid w:val="005B261F"/>
    <w:rsid w:val="005B4830"/>
    <w:rsid w:val="005C181A"/>
    <w:rsid w:val="005D1A68"/>
    <w:rsid w:val="005E052F"/>
    <w:rsid w:val="005E1B43"/>
    <w:rsid w:val="005E3CE9"/>
    <w:rsid w:val="005E6F65"/>
    <w:rsid w:val="005F4726"/>
    <w:rsid w:val="006162D5"/>
    <w:rsid w:val="00616950"/>
    <w:rsid w:val="00620B9F"/>
    <w:rsid w:val="006240AE"/>
    <w:rsid w:val="00625F36"/>
    <w:rsid w:val="006328E8"/>
    <w:rsid w:val="00650F52"/>
    <w:rsid w:val="00654DAB"/>
    <w:rsid w:val="006604D7"/>
    <w:rsid w:val="0066511D"/>
    <w:rsid w:val="00665671"/>
    <w:rsid w:val="006666C4"/>
    <w:rsid w:val="00667987"/>
    <w:rsid w:val="0068172F"/>
    <w:rsid w:val="006A6A18"/>
    <w:rsid w:val="006B30B5"/>
    <w:rsid w:val="006B38C8"/>
    <w:rsid w:val="007108E7"/>
    <w:rsid w:val="00713F40"/>
    <w:rsid w:val="007265FB"/>
    <w:rsid w:val="0073040A"/>
    <w:rsid w:val="00732FA9"/>
    <w:rsid w:val="007330E5"/>
    <w:rsid w:val="00736601"/>
    <w:rsid w:val="007455D1"/>
    <w:rsid w:val="0075070B"/>
    <w:rsid w:val="00756131"/>
    <w:rsid w:val="00765C48"/>
    <w:rsid w:val="0076629E"/>
    <w:rsid w:val="007720D3"/>
    <w:rsid w:val="0077281E"/>
    <w:rsid w:val="00774990"/>
    <w:rsid w:val="00780ACE"/>
    <w:rsid w:val="00795A15"/>
    <w:rsid w:val="007B1419"/>
    <w:rsid w:val="007B3F28"/>
    <w:rsid w:val="007D07C8"/>
    <w:rsid w:val="007D5A89"/>
    <w:rsid w:val="007E07FE"/>
    <w:rsid w:val="007E1162"/>
    <w:rsid w:val="007E11C5"/>
    <w:rsid w:val="007E3373"/>
    <w:rsid w:val="007E5D4F"/>
    <w:rsid w:val="007F312E"/>
    <w:rsid w:val="007F6017"/>
    <w:rsid w:val="00801D01"/>
    <w:rsid w:val="0080211A"/>
    <w:rsid w:val="00803F69"/>
    <w:rsid w:val="00813289"/>
    <w:rsid w:val="00814E34"/>
    <w:rsid w:val="00816C7E"/>
    <w:rsid w:val="008279D1"/>
    <w:rsid w:val="00834C1C"/>
    <w:rsid w:val="00860FB8"/>
    <w:rsid w:val="00861E30"/>
    <w:rsid w:val="00865629"/>
    <w:rsid w:val="00867344"/>
    <w:rsid w:val="008854EB"/>
    <w:rsid w:val="008878A5"/>
    <w:rsid w:val="008A557F"/>
    <w:rsid w:val="008B439D"/>
    <w:rsid w:val="008B6E54"/>
    <w:rsid w:val="008C0569"/>
    <w:rsid w:val="008C3401"/>
    <w:rsid w:val="008C3EA8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2163C"/>
    <w:rsid w:val="00925BC7"/>
    <w:rsid w:val="009315AF"/>
    <w:rsid w:val="00940340"/>
    <w:rsid w:val="009419ED"/>
    <w:rsid w:val="009438B8"/>
    <w:rsid w:val="00955DA2"/>
    <w:rsid w:val="00965232"/>
    <w:rsid w:val="00965459"/>
    <w:rsid w:val="009963F0"/>
    <w:rsid w:val="009B0014"/>
    <w:rsid w:val="009B68FE"/>
    <w:rsid w:val="009D57F1"/>
    <w:rsid w:val="009E0001"/>
    <w:rsid w:val="00A01A14"/>
    <w:rsid w:val="00A14DE3"/>
    <w:rsid w:val="00A22A94"/>
    <w:rsid w:val="00A3252E"/>
    <w:rsid w:val="00A367BB"/>
    <w:rsid w:val="00A442A5"/>
    <w:rsid w:val="00A47DAE"/>
    <w:rsid w:val="00A50975"/>
    <w:rsid w:val="00A545D1"/>
    <w:rsid w:val="00A545F7"/>
    <w:rsid w:val="00A57F64"/>
    <w:rsid w:val="00A60892"/>
    <w:rsid w:val="00A64968"/>
    <w:rsid w:val="00A773B9"/>
    <w:rsid w:val="00A8417F"/>
    <w:rsid w:val="00A92017"/>
    <w:rsid w:val="00AA565C"/>
    <w:rsid w:val="00AC1655"/>
    <w:rsid w:val="00AE2699"/>
    <w:rsid w:val="00AF2D04"/>
    <w:rsid w:val="00B04879"/>
    <w:rsid w:val="00B22910"/>
    <w:rsid w:val="00B2539D"/>
    <w:rsid w:val="00B26667"/>
    <w:rsid w:val="00B27D5E"/>
    <w:rsid w:val="00B46723"/>
    <w:rsid w:val="00B55865"/>
    <w:rsid w:val="00B61C88"/>
    <w:rsid w:val="00B7034B"/>
    <w:rsid w:val="00B72050"/>
    <w:rsid w:val="00B87A82"/>
    <w:rsid w:val="00B90165"/>
    <w:rsid w:val="00B929C5"/>
    <w:rsid w:val="00B9666D"/>
    <w:rsid w:val="00BA0EFD"/>
    <w:rsid w:val="00BA39F2"/>
    <w:rsid w:val="00BA411D"/>
    <w:rsid w:val="00BB0678"/>
    <w:rsid w:val="00BB4883"/>
    <w:rsid w:val="00BE2796"/>
    <w:rsid w:val="00BF1558"/>
    <w:rsid w:val="00BF3483"/>
    <w:rsid w:val="00C01925"/>
    <w:rsid w:val="00C13A35"/>
    <w:rsid w:val="00C26FF8"/>
    <w:rsid w:val="00C35426"/>
    <w:rsid w:val="00C42693"/>
    <w:rsid w:val="00C50E66"/>
    <w:rsid w:val="00C52D07"/>
    <w:rsid w:val="00C54B2C"/>
    <w:rsid w:val="00C90650"/>
    <w:rsid w:val="00C932F1"/>
    <w:rsid w:val="00C94ECD"/>
    <w:rsid w:val="00CA27DF"/>
    <w:rsid w:val="00CA490B"/>
    <w:rsid w:val="00CB06D0"/>
    <w:rsid w:val="00CB6E35"/>
    <w:rsid w:val="00CB7178"/>
    <w:rsid w:val="00CC0C3A"/>
    <w:rsid w:val="00CD6CFF"/>
    <w:rsid w:val="00CE6355"/>
    <w:rsid w:val="00CE7CBA"/>
    <w:rsid w:val="00CF5636"/>
    <w:rsid w:val="00D036CB"/>
    <w:rsid w:val="00D04D4D"/>
    <w:rsid w:val="00D07039"/>
    <w:rsid w:val="00D10066"/>
    <w:rsid w:val="00D173FF"/>
    <w:rsid w:val="00D17A03"/>
    <w:rsid w:val="00D4121F"/>
    <w:rsid w:val="00D44F35"/>
    <w:rsid w:val="00D63816"/>
    <w:rsid w:val="00D65113"/>
    <w:rsid w:val="00D66360"/>
    <w:rsid w:val="00D66940"/>
    <w:rsid w:val="00D7079A"/>
    <w:rsid w:val="00D746B0"/>
    <w:rsid w:val="00D95676"/>
    <w:rsid w:val="00DB0B84"/>
    <w:rsid w:val="00DB566A"/>
    <w:rsid w:val="00DB5AA1"/>
    <w:rsid w:val="00DB73F6"/>
    <w:rsid w:val="00DD49AE"/>
    <w:rsid w:val="00DE08D6"/>
    <w:rsid w:val="00DE3CD7"/>
    <w:rsid w:val="00E003EE"/>
    <w:rsid w:val="00E05EEF"/>
    <w:rsid w:val="00E06DAD"/>
    <w:rsid w:val="00E11C06"/>
    <w:rsid w:val="00E16E3F"/>
    <w:rsid w:val="00E2444E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F99"/>
    <w:rsid w:val="00EC1921"/>
    <w:rsid w:val="00EC6ED9"/>
    <w:rsid w:val="00ED0763"/>
    <w:rsid w:val="00ED3256"/>
    <w:rsid w:val="00EE1648"/>
    <w:rsid w:val="00EE3C29"/>
    <w:rsid w:val="00EF1024"/>
    <w:rsid w:val="00F06FCF"/>
    <w:rsid w:val="00F12AEB"/>
    <w:rsid w:val="00F12EC8"/>
    <w:rsid w:val="00F13611"/>
    <w:rsid w:val="00F21DDC"/>
    <w:rsid w:val="00F26883"/>
    <w:rsid w:val="00F52BA0"/>
    <w:rsid w:val="00F56822"/>
    <w:rsid w:val="00F665CA"/>
    <w:rsid w:val="00F667DC"/>
    <w:rsid w:val="00F75925"/>
    <w:rsid w:val="00F7679C"/>
    <w:rsid w:val="00F777BA"/>
    <w:rsid w:val="00F8202C"/>
    <w:rsid w:val="00F91737"/>
    <w:rsid w:val="00F95F6F"/>
    <w:rsid w:val="00F96DE1"/>
    <w:rsid w:val="00FA3BF8"/>
    <w:rsid w:val="00FA6978"/>
    <w:rsid w:val="00FC1F2C"/>
    <w:rsid w:val="00FC250D"/>
    <w:rsid w:val="00FC65D1"/>
    <w:rsid w:val="00FD5276"/>
    <w:rsid w:val="00FD62B3"/>
    <w:rsid w:val="00FD71FC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04FF8E"/>
  <w15:docId w15:val="{EFCDBD38-AF21-412C-BC8C-687433C1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332E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character" w:customStyle="1" w:styleId="AkapitzlistZnak">
    <w:name w:val="Akapit z listą Znak"/>
    <w:aliases w:val="List bullet Znak"/>
    <w:basedOn w:val="Domylnaczcionkaakapitu"/>
    <w:link w:val="Akapitzlist"/>
    <w:uiPriority w:val="34"/>
    <w:locked/>
    <w:rsid w:val="00DE3CD7"/>
  </w:style>
  <w:style w:type="paragraph" w:styleId="Akapitzlist">
    <w:name w:val="List Paragraph"/>
    <w:aliases w:val="List bullet"/>
    <w:basedOn w:val="Normalny"/>
    <w:link w:val="AkapitzlistZnak"/>
    <w:uiPriority w:val="34"/>
    <w:qFormat/>
    <w:rsid w:val="00DE3CD7"/>
    <w:pPr>
      <w:spacing w:after="200" w:line="276" w:lineRule="auto"/>
      <w:ind w:left="720"/>
      <w:contextualSpacing/>
    </w:pPr>
    <w:rPr>
      <w:rFonts w:ascii="Cambria" w:eastAsia="MS Mincho" w:hAnsi="Cambria"/>
      <w:color w:val="auto"/>
    </w:rPr>
  </w:style>
  <w:style w:type="character" w:customStyle="1" w:styleId="cf01">
    <w:name w:val="cf01"/>
    <w:basedOn w:val="Domylnaczcionkaakapitu"/>
    <w:rsid w:val="005245C3"/>
    <w:rPr>
      <w:rFonts w:ascii="Segoe UI" w:hAnsi="Segoe UI" w:cs="Segoe UI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AB8"/>
    <w:pPr>
      <w:spacing w:after="200"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AB8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178"/>
    <w:pPr>
      <w:spacing w:after="0"/>
    </w:pPr>
    <w:rPr>
      <w:rFonts w:eastAsia="Times New Roman" w:cs="Times New Roman"/>
      <w:b/>
      <w:bCs/>
      <w:color w:val="191919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178"/>
    <w:rPr>
      <w:rFonts w:asciiTheme="minorHAnsi" w:eastAsia="Times New Roman" w:hAnsiTheme="minorHAnsi" w:cstheme="minorBidi"/>
      <w:b/>
      <w:bCs/>
      <w:color w:val="1919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SIW_2022\wz&#243;r%20papieru%20firmowego\CE\Papier%20firmowy%20-%20PGE%20Dystrybucja%20Central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_DSZ" ma:contentTypeID="0x01010085144689BBF74D41907F3E68B5BA8C9200AC096329EC554F4E941428A22F65981A" ma:contentTypeVersion="34" ma:contentTypeDescription="" ma:contentTypeScope="" ma:versionID="4b0a982966f17487c87deb41dc581c94">
  <xsd:schema xmlns:xsd="http://www.w3.org/2001/XMLSchema" xmlns:xs="http://www.w3.org/2001/XMLSchema" xmlns:p="http://schemas.microsoft.com/office/2006/metadata/properties" xmlns:ns1="efb9c7a9-fb7a-49d0-ad5d-64d3cce8bf9e" xmlns:ns3="e98d7501-42e4-4a2d-b641-b529e1ab1d6e" xmlns:ns4="fa87e474-2c2a-4570-a952-e5d0e470b777" targetNamespace="http://schemas.microsoft.com/office/2006/metadata/properties" ma:root="true" ma:fieldsID="64cfae03f359484da4ea6ebee37e0a6c" ns1:_="" ns3:_="" ns4:_="">
    <xsd:import namespace="efb9c7a9-fb7a-49d0-ad5d-64d3cce8bf9e"/>
    <xsd:import namespace="e98d7501-42e4-4a2d-b641-b529e1ab1d6e"/>
    <xsd:import namespace="fa87e474-2c2a-4570-a952-e5d0e470b777"/>
    <xsd:element name="properties">
      <xsd:complexType>
        <xsd:sequence>
          <xsd:element name="documentManagement">
            <xsd:complexType>
              <xsd:all>
                <xsd:element ref="ns1:Kod" minOccurs="0"/>
                <xsd:element ref="ns1:Typ_DSZ"/>
                <xsd:element ref="ns1:Wsprawie" minOccurs="0"/>
                <xsd:element ref="ns1:Symbol_x0020_KO" minOccurs="0"/>
                <xsd:element ref="ns1:Jednostka_x0020_Organizacyjna"/>
                <xsd:element ref="ns3:DataDokumentu"/>
                <xsd:element ref="ns4:ObszarCompliance" minOccurs="0"/>
                <xsd:element ref="ns1:Sygnatura"/>
                <xsd:element ref="ns1:Dodatkowe_x0020_informacje" minOccurs="0"/>
                <xsd:element ref="ns1:Dokumenty_x0020_powiązane" minOccurs="0"/>
                <xsd:element ref="ns1:Uwagi" minOccurs="0"/>
                <xsd:element ref="ns1:Jednostka_x0020_Organizacyjna_x003a_Nazwa" minOccurs="0"/>
                <xsd:element ref="ns4:Rodzaj" minOccurs="0"/>
                <xsd:element ref="ns4:DataWycofan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9c7a9-fb7a-49d0-ad5d-64d3cce8bf9e" elementFormDefault="qualified">
    <xsd:import namespace="http://schemas.microsoft.com/office/2006/documentManagement/types"/>
    <xsd:import namespace="http://schemas.microsoft.com/office/infopath/2007/PartnerControls"/>
    <xsd:element name="Kod" ma:index="0" nillable="true" ma:displayName="Kod" ma:hidden="true" ma:internalName="Kod" ma:readOnly="false">
      <xsd:simpleType>
        <xsd:restriction base="dms:Text">
          <xsd:maxLength value="255"/>
        </xsd:restriction>
      </xsd:simpleType>
    </xsd:element>
    <xsd:element name="Typ_DSZ" ma:index="1" ma:displayName="Status" ma:format="Dropdown" ma:internalName="Typ_DSZ">
      <xsd:simpleType>
        <xsd:restriction base="dms:Choice">
          <xsd:enumeration value="Obowiązujące DSZ"/>
          <xsd:enumeration value="Archiwum"/>
        </xsd:restriction>
      </xsd:simpleType>
    </xsd:element>
    <xsd:element name="Wsprawie" ma:index="4" nillable="true" ma:displayName="W sprawie" ma:hidden="true" ma:internalName="W_x0020_sprawie" ma:readOnly="false">
      <xsd:simpleType>
        <xsd:restriction base="dms:Note"/>
      </xsd:simpleType>
    </xsd:element>
    <xsd:element name="Symbol_x0020_KO" ma:index="5" nillable="true" ma:displayName="Symbol KO" ma:hidden="true" ma:internalName="Symbol_x0020_KO" ma:readOnly="false">
      <xsd:simpleType>
        <xsd:restriction base="dms:Text">
          <xsd:maxLength value="255"/>
        </xsd:restriction>
      </xsd:simpleType>
    </xsd:element>
    <xsd:element name="Jednostka_x0020_Organizacyjna" ma:index="6" ma:displayName="Obowiązuje w JO" ma:list="{48a272cb-17b3-45e5-b7d8-dcaa6cb64902}" ma:internalName="Jednostka_x0020_Organizacyjna" ma:showField="Title" ma:web="efb9c7a9-fb7a-49d0-ad5d-64d3cce8bf9e">
      <xsd:simpleType>
        <xsd:restriction base="dms:Lookup"/>
      </xsd:simpleType>
    </xsd:element>
    <xsd:element name="Sygnatura" ma:index="9" ma:displayName="Proces" ma:internalName="Sygnatura">
      <xsd:simpleType>
        <xsd:restriction base="dms:Text">
          <xsd:maxLength value="255"/>
        </xsd:restriction>
      </xsd:simpleType>
    </xsd:element>
    <xsd:element name="Dodatkowe_x0020_informacje" ma:index="10" nillable="true" ma:displayName="Dodatkowe informacje" ma:hidden="true" ma:internalName="Dodatkowe_x0020_informacje" ma:readOnly="false">
      <xsd:simpleType>
        <xsd:restriction base="dms:Text">
          <xsd:maxLength value="255"/>
        </xsd:restriction>
      </xsd:simpleType>
    </xsd:element>
    <xsd:element name="Dokumenty_x0020_powiązane" ma:index="11" nillable="true" ma:displayName="Dokumenty powiązane" ma:hidden="true" ma:internalName="Dokumenty_x0020_powi_x0105_zane" ma:readOnly="false">
      <xsd:simpleType>
        <xsd:restriction base="dms:Text">
          <xsd:maxLength value="255"/>
        </xsd:restriction>
      </xsd:simpleType>
    </xsd:element>
    <xsd:element name="Uwagi" ma:index="12" nillable="true" ma:displayName="Uwagi" ma:hidden="true" ma:internalName="Uwagi" ma:readOnly="false">
      <xsd:simpleType>
        <xsd:restriction base="dms:Text">
          <xsd:maxLength value="255"/>
        </xsd:restriction>
      </xsd:simpleType>
    </xsd:element>
    <xsd:element name="Jednostka_x0020_Organizacyjna_x003a_Nazwa" ma:index="16" nillable="true" ma:displayName="Jednostka Organizacyjna:Nazwa" ma:list="{48a272cb-17b3-45e5-b7d8-dcaa6cb64902}" ma:internalName="Jednostka_x0020_Organizacyjna_x003A_Nazwa" ma:readOnly="true" ma:showField="Title" ma:web="efb9c7a9-fb7a-49d0-ad5d-64d3cce8bf9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d7501-42e4-4a2d-b641-b529e1ab1d6e" elementFormDefault="qualified">
    <xsd:import namespace="http://schemas.microsoft.com/office/2006/documentManagement/types"/>
    <xsd:import namespace="http://schemas.microsoft.com/office/infopath/2007/PartnerControls"/>
    <xsd:element name="DataDokumentu" ma:index="7" ma:displayName="Ważne od:" ma:format="DateOnly" ma:internalName="Data_x0020_dokumentu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7e474-2c2a-4570-a952-e5d0e470b777" elementFormDefault="qualified">
    <xsd:import namespace="http://schemas.microsoft.com/office/2006/documentManagement/types"/>
    <xsd:import namespace="http://schemas.microsoft.com/office/infopath/2007/PartnerControls"/>
    <xsd:element name="ObszarCompliance" ma:index="8" nillable="true" ma:displayName="Obszar Compliance" ma:hidden="true" ma:internalName="ObszarCompliance" ma:readOnly="false">
      <xsd:simpleType>
        <xsd:restriction base="dms:Text">
          <xsd:maxLength value="255"/>
        </xsd:restriction>
      </xsd:simpleType>
    </xsd:element>
    <xsd:element name="Rodzaj" ma:index="20" nillable="true" ma:displayName="Rodzaj" ma:format="Dropdown" ma:internalName="Rodzaj">
      <xsd:simpleType>
        <xsd:restriction base="dms:Choice">
          <xsd:enumeration value="Polityka Regulamin"/>
          <xsd:enumeration value="Procedura Ogólna"/>
          <xsd:enumeration value="Procedura"/>
          <xsd:enumeration value="Instrukcja"/>
          <xsd:enumeration value="Dokumenty PGE"/>
          <xsd:enumeration value="Pozostałe"/>
        </xsd:restriction>
      </xsd:simpleType>
    </xsd:element>
    <xsd:element name="DataWycofania" ma:index="21" nillable="true" ma:displayName="Ważne do:" ma:format="DateOnly" ma:internalName="DataWycofan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datkowe_x0020_informacje xmlns="efb9c7a9-fb7a-49d0-ad5d-64d3cce8bf9e">DYST/CENT/OI/1.3.2</Dodatkowe_x0020_informacje>
    <DataWycofania xmlns="fa87e474-2c2a-4570-a952-e5d0e470b777" xsi:nil="true"/>
    <Rodzaj xmlns="fa87e474-2c2a-4570-a952-e5d0e470b777">Procedura</Rodzaj>
    <ObszarCompliance xmlns="fa87e474-2c2a-4570-a952-e5d0e470b777" xsi:nil="true"/>
    <Typ_DSZ xmlns="efb9c7a9-fb7a-49d0-ad5d-64d3cce8bf9e">Obowiązujące DSZ</Typ_DSZ>
    <Sygnatura xmlns="efb9c7a9-fb7a-49d0-ad5d-64d3cce8bf9e">1.3.2</Sygnatura>
    <Symbol_x0020_KO xmlns="efb9c7a9-fb7a-49d0-ad5d-64d3cce8bf9e">OI</Symbol_x0020_KO>
    <Uwagi xmlns="efb9c7a9-fb7a-49d0-ad5d-64d3cce8bf9e" xsi:nil="true"/>
    <DataDokumentu xmlns="e98d7501-42e4-4a2d-b641-b529e1ab1d6e">2025-03-24T23:00:00+00:00</DataDokumentu>
    <Kod xmlns="efb9c7a9-fb7a-49d0-ad5d-64d3cce8bf9e">PROC 30193/A.2</Kod>
    <Wsprawie xmlns="efb9c7a9-fb7a-49d0-ad5d-64d3cce8bf9e">&lt;div class="ExternalClass5644FC1F07884F65BB369894474D5BB5"&gt;&lt;p&gt;​&lt;span aria-hidden="true"&gt;&lt;/span&gt;&lt;span aria-hidden="true"&gt;&lt;/span&gt;​PROC 30193 A.2 - PROCEDURA PRZYGOTOWANIA INWESTYCJI W PGE DYSTRYBUCJA SA&lt;span aria-hidden="true"&gt;&lt;/span&gt;&lt;/p&gt;&lt;/div&gt;</Wsprawie>
    <Dokumenty_x0020_powiązane xmlns="efb9c7a9-fb7a-49d0-ad5d-64d3cce8bf9e" xsi:nil="true"/>
    <Jednostka_x0020_Organizacyjna xmlns="efb9c7a9-fb7a-49d0-ad5d-64d3cce8bf9e">7</Jednostka_x0020_Organizacyjn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63549-B513-4770-9AD3-C29386425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b9c7a9-fb7a-49d0-ad5d-64d3cce8bf9e"/>
    <ds:schemaRef ds:uri="e98d7501-42e4-4a2d-b641-b529e1ab1d6e"/>
    <ds:schemaRef ds:uri="fa87e474-2c2a-4570-a952-e5d0e470b7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D468E-CDE9-47DC-8131-3788E3717FFB}">
  <ds:schemaRefs>
    <ds:schemaRef ds:uri="efb9c7a9-fb7a-49d0-ad5d-64d3cce8bf9e"/>
    <ds:schemaRef ds:uri="fa87e474-2c2a-4570-a952-e5d0e470b77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98d7501-42e4-4a2d-b641-b529e1ab1d6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E1878E-4CF3-4B68-9A83-87744AF8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Dystrybucja Centrala.dotx</Template>
  <TotalTime>0</TotalTime>
  <Pages>2</Pages>
  <Words>514</Words>
  <Characters>3090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PGE Dysytrybucja S.A.</vt:lpstr>
    </vt:vector>
  </TitlesOfParts>
  <Company>GK PGE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PGE Dysytrybucja S.A.</dc:title>
  <dc:creator>Stanisławek Iwona [PGE Dystrybucja S.A.]</dc:creator>
  <cp:lastModifiedBy>Byczkowski Tadeusz [PGE Dystr. O.Skarżysko-Kam.]</cp:lastModifiedBy>
  <cp:revision>2</cp:revision>
  <cp:lastPrinted>2022-06-21T11:07:00Z</cp:lastPrinted>
  <dcterms:created xsi:type="dcterms:W3CDTF">2025-04-08T06:07:00Z</dcterms:created>
  <dcterms:modified xsi:type="dcterms:W3CDTF">2025-04-08T06:07:00Z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0x01010085144689BBF74D41907F3E68B5BA8C9200AC096329EC554F4E941428A22F65981A</vt:lpwstr>
  </property>
  <property fmtid="{D5CDD505-2E9C-101B-9397-08002B2CF9AE}" pid="3" name="_dlc_DocIdItemGuid">
    <vt:lpwstr>1ef36b87-aec9-48a8-9ea5-abe720989f56</vt:lpwstr>
  </property>
  <property fmtid="{D5CDD505-2E9C-101B-9397-08002B2CF9AE}" pid="4" name="_docset_NoMedatataSyncRequired">
    <vt:lpwstr>False</vt:lpwstr>
  </property>
</Properties>
</file>